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ADBF11F" w14:textId="77777777" w:rsidTr="00F862D6">
        <w:tc>
          <w:tcPr>
            <w:tcW w:w="1020" w:type="dxa"/>
          </w:tcPr>
          <w:p w14:paraId="67563264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2F05A29" wp14:editId="72F70753">
                      <wp:simplePos x="0" y="0"/>
                      <wp:positionH relativeFrom="page">
                        <wp:posOffset>2514600</wp:posOffset>
                      </wp:positionH>
                      <wp:positionV relativeFrom="page">
                        <wp:posOffset>298450</wp:posOffset>
                      </wp:positionV>
                      <wp:extent cx="2411730" cy="257175"/>
                      <wp:effectExtent l="0" t="0" r="762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1E338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F05A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8pt;margin-top:23.5pt;width:189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" o:allowincell="f" fillcolor="white [3212]" stroked="f" strokeweight=".5pt">
                      <v:textbox>
                        <w:txbxContent>
                          <w:p w14:paraId="081E338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0D810B9" w14:textId="77777777" w:rsidR="00F64786" w:rsidRDefault="00F64786" w:rsidP="0077673A"/>
        </w:tc>
        <w:tc>
          <w:tcPr>
            <w:tcW w:w="823" w:type="dxa"/>
          </w:tcPr>
          <w:p w14:paraId="2C0686B7" w14:textId="77777777" w:rsidR="00F64786" w:rsidRDefault="00F64786" w:rsidP="0077673A"/>
        </w:tc>
        <w:tc>
          <w:tcPr>
            <w:tcW w:w="3685" w:type="dxa"/>
          </w:tcPr>
          <w:p w14:paraId="116AD78D" w14:textId="77777777" w:rsidR="00F64786" w:rsidRDefault="00F64786" w:rsidP="0077673A"/>
        </w:tc>
      </w:tr>
      <w:tr w:rsidR="00F862D6" w14:paraId="7E4FEFDF" w14:textId="77777777" w:rsidTr="00596C7E">
        <w:tc>
          <w:tcPr>
            <w:tcW w:w="1020" w:type="dxa"/>
          </w:tcPr>
          <w:p w14:paraId="72BE153D" w14:textId="77777777" w:rsidR="00F862D6" w:rsidRDefault="00F862D6" w:rsidP="0077673A"/>
        </w:tc>
        <w:tc>
          <w:tcPr>
            <w:tcW w:w="2552" w:type="dxa"/>
          </w:tcPr>
          <w:p w14:paraId="0141C358" w14:textId="77777777" w:rsidR="00F862D6" w:rsidRDefault="00F862D6" w:rsidP="00764595"/>
        </w:tc>
        <w:tc>
          <w:tcPr>
            <w:tcW w:w="823" w:type="dxa"/>
          </w:tcPr>
          <w:p w14:paraId="52EFB5F3" w14:textId="77777777" w:rsidR="00F862D6" w:rsidRDefault="00F862D6" w:rsidP="0077673A"/>
        </w:tc>
        <w:tc>
          <w:tcPr>
            <w:tcW w:w="3685" w:type="dxa"/>
            <w:vMerge w:val="restart"/>
          </w:tcPr>
          <w:p w14:paraId="512400D9" w14:textId="77777777" w:rsidR="00596C7E" w:rsidRDefault="00596C7E" w:rsidP="00596C7E">
            <w:pPr>
              <w:rPr>
                <w:rStyle w:val="Potovnadresa"/>
              </w:rPr>
            </w:pPr>
          </w:p>
          <w:p w14:paraId="6D41546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E3CC3" w14:paraId="5F4F5974" w14:textId="77777777" w:rsidTr="00F862D6">
        <w:tc>
          <w:tcPr>
            <w:tcW w:w="1020" w:type="dxa"/>
          </w:tcPr>
          <w:p w14:paraId="5BB232F9" w14:textId="561D5C21" w:rsidR="001E3CC3" w:rsidRPr="003E6B9A" w:rsidRDefault="001E3CC3" w:rsidP="001E3CC3">
            <w:r w:rsidRPr="0062733B">
              <w:t>Naše zn.</w:t>
            </w:r>
          </w:p>
        </w:tc>
        <w:tc>
          <w:tcPr>
            <w:tcW w:w="2552" w:type="dxa"/>
          </w:tcPr>
          <w:p w14:paraId="5E5A6920" w14:textId="15EA0902" w:rsidR="001E3CC3" w:rsidRPr="003E6B9A" w:rsidRDefault="004F2462" w:rsidP="001E3CC3">
            <w:r w:rsidRPr="004F2462">
              <w:t>3873</w:t>
            </w:r>
            <w:r w:rsidR="001E3CC3" w:rsidRPr="004F2462">
              <w:t>/2022</w:t>
            </w:r>
            <w:r w:rsidR="001E3CC3" w:rsidRPr="0062733B">
              <w:t>-SŽ-SSV-Ú3</w:t>
            </w:r>
          </w:p>
        </w:tc>
        <w:tc>
          <w:tcPr>
            <w:tcW w:w="823" w:type="dxa"/>
          </w:tcPr>
          <w:p w14:paraId="4D7FD554" w14:textId="77777777" w:rsidR="001E3CC3" w:rsidRDefault="001E3CC3" w:rsidP="001E3CC3"/>
        </w:tc>
        <w:tc>
          <w:tcPr>
            <w:tcW w:w="3685" w:type="dxa"/>
            <w:vMerge/>
          </w:tcPr>
          <w:p w14:paraId="3C27D627" w14:textId="77777777" w:rsidR="001E3CC3" w:rsidRDefault="001E3CC3" w:rsidP="001E3CC3"/>
        </w:tc>
      </w:tr>
      <w:tr w:rsidR="001E3CC3" w14:paraId="76B9EC50" w14:textId="77777777" w:rsidTr="00F862D6">
        <w:tc>
          <w:tcPr>
            <w:tcW w:w="1020" w:type="dxa"/>
          </w:tcPr>
          <w:p w14:paraId="02279554" w14:textId="6A325C11" w:rsidR="001E3CC3" w:rsidRDefault="001E3CC3" w:rsidP="001E3CC3">
            <w:r w:rsidRPr="0062733B">
              <w:t>Listů/příloh</w:t>
            </w:r>
          </w:p>
        </w:tc>
        <w:tc>
          <w:tcPr>
            <w:tcW w:w="2552" w:type="dxa"/>
          </w:tcPr>
          <w:p w14:paraId="4398775B" w14:textId="5F51F6A4" w:rsidR="001E3CC3" w:rsidRPr="003E6B9A" w:rsidRDefault="00F10CE3" w:rsidP="001E3CC3">
            <w:r>
              <w:t>4</w:t>
            </w:r>
            <w:bookmarkStart w:id="0" w:name="_GoBack"/>
            <w:bookmarkEnd w:id="0"/>
            <w:r w:rsidR="00926EE4">
              <w:t>/2</w:t>
            </w:r>
          </w:p>
        </w:tc>
        <w:tc>
          <w:tcPr>
            <w:tcW w:w="823" w:type="dxa"/>
          </w:tcPr>
          <w:p w14:paraId="4B27AE9C" w14:textId="77777777" w:rsidR="001E3CC3" w:rsidRDefault="001E3CC3" w:rsidP="001E3CC3"/>
        </w:tc>
        <w:tc>
          <w:tcPr>
            <w:tcW w:w="3685" w:type="dxa"/>
            <w:vMerge/>
          </w:tcPr>
          <w:p w14:paraId="4C626B44" w14:textId="77777777" w:rsidR="001E3CC3" w:rsidRDefault="001E3CC3" w:rsidP="001E3CC3">
            <w:pPr>
              <w:rPr>
                <w:noProof/>
              </w:rPr>
            </w:pPr>
          </w:p>
        </w:tc>
      </w:tr>
      <w:tr w:rsidR="001E3CC3" w14:paraId="50893A6E" w14:textId="77777777" w:rsidTr="00B23CA3">
        <w:trPr>
          <w:trHeight w:val="77"/>
        </w:trPr>
        <w:tc>
          <w:tcPr>
            <w:tcW w:w="1020" w:type="dxa"/>
          </w:tcPr>
          <w:p w14:paraId="55ABA662" w14:textId="77777777" w:rsidR="001E3CC3" w:rsidRDefault="001E3CC3" w:rsidP="001E3CC3"/>
        </w:tc>
        <w:tc>
          <w:tcPr>
            <w:tcW w:w="2552" w:type="dxa"/>
          </w:tcPr>
          <w:p w14:paraId="351AD80A" w14:textId="77777777" w:rsidR="001E3CC3" w:rsidRPr="003E6B9A" w:rsidRDefault="001E3CC3" w:rsidP="001E3CC3"/>
        </w:tc>
        <w:tc>
          <w:tcPr>
            <w:tcW w:w="823" w:type="dxa"/>
          </w:tcPr>
          <w:p w14:paraId="61DEDAB0" w14:textId="77777777" w:rsidR="001E3CC3" w:rsidRDefault="001E3CC3" w:rsidP="001E3CC3"/>
        </w:tc>
        <w:tc>
          <w:tcPr>
            <w:tcW w:w="3685" w:type="dxa"/>
            <w:vMerge/>
          </w:tcPr>
          <w:p w14:paraId="3D7870B9" w14:textId="77777777" w:rsidR="001E3CC3" w:rsidRDefault="001E3CC3" w:rsidP="001E3CC3"/>
        </w:tc>
      </w:tr>
      <w:tr w:rsidR="001E3CC3" w14:paraId="51E3C8DF" w14:textId="77777777" w:rsidTr="00F862D6">
        <w:tc>
          <w:tcPr>
            <w:tcW w:w="1020" w:type="dxa"/>
          </w:tcPr>
          <w:p w14:paraId="3B9363E7" w14:textId="49B86EA8" w:rsidR="001E3CC3" w:rsidRDefault="001E3CC3" w:rsidP="001E3CC3">
            <w:r w:rsidRPr="0062733B">
              <w:t>Vyřizuje</w:t>
            </w:r>
          </w:p>
        </w:tc>
        <w:tc>
          <w:tcPr>
            <w:tcW w:w="2552" w:type="dxa"/>
          </w:tcPr>
          <w:p w14:paraId="206C7BDF" w14:textId="437A117A" w:rsidR="001E3CC3" w:rsidRPr="003E6B9A" w:rsidRDefault="001E3CC3" w:rsidP="001E3CC3">
            <w:r w:rsidRPr="0062733B">
              <w:t>JUDr. Jaroslav Klimeš</w:t>
            </w:r>
          </w:p>
        </w:tc>
        <w:tc>
          <w:tcPr>
            <w:tcW w:w="823" w:type="dxa"/>
          </w:tcPr>
          <w:p w14:paraId="7CD8E383" w14:textId="77777777" w:rsidR="001E3CC3" w:rsidRDefault="001E3CC3" w:rsidP="001E3CC3"/>
        </w:tc>
        <w:tc>
          <w:tcPr>
            <w:tcW w:w="3685" w:type="dxa"/>
            <w:vMerge/>
          </w:tcPr>
          <w:p w14:paraId="279D2010" w14:textId="77777777" w:rsidR="001E3CC3" w:rsidRDefault="001E3CC3" w:rsidP="001E3CC3"/>
        </w:tc>
      </w:tr>
      <w:tr w:rsidR="001E3CC3" w14:paraId="76A3330D" w14:textId="77777777" w:rsidTr="00F862D6">
        <w:tc>
          <w:tcPr>
            <w:tcW w:w="1020" w:type="dxa"/>
          </w:tcPr>
          <w:p w14:paraId="2A9E02A8" w14:textId="77777777" w:rsidR="001E3CC3" w:rsidRDefault="001E3CC3" w:rsidP="001E3CC3"/>
        </w:tc>
        <w:tc>
          <w:tcPr>
            <w:tcW w:w="2552" w:type="dxa"/>
          </w:tcPr>
          <w:p w14:paraId="0AD8B33D" w14:textId="77777777" w:rsidR="001E3CC3" w:rsidRPr="003E6B9A" w:rsidRDefault="001E3CC3" w:rsidP="001E3CC3"/>
        </w:tc>
        <w:tc>
          <w:tcPr>
            <w:tcW w:w="823" w:type="dxa"/>
          </w:tcPr>
          <w:p w14:paraId="3660D439" w14:textId="77777777" w:rsidR="001E3CC3" w:rsidRDefault="001E3CC3" w:rsidP="001E3CC3"/>
        </w:tc>
        <w:tc>
          <w:tcPr>
            <w:tcW w:w="3685" w:type="dxa"/>
            <w:vMerge/>
          </w:tcPr>
          <w:p w14:paraId="3BBA56DD" w14:textId="77777777" w:rsidR="001E3CC3" w:rsidRDefault="001E3CC3" w:rsidP="001E3CC3"/>
        </w:tc>
      </w:tr>
      <w:tr w:rsidR="001E3CC3" w14:paraId="5126938F" w14:textId="77777777" w:rsidTr="00F862D6">
        <w:tc>
          <w:tcPr>
            <w:tcW w:w="1020" w:type="dxa"/>
          </w:tcPr>
          <w:p w14:paraId="6DEA6099" w14:textId="5B517AE5" w:rsidR="001E3CC3" w:rsidRDefault="001E3CC3" w:rsidP="001E3CC3">
            <w:r w:rsidRPr="0062733B">
              <w:t>Mobil</w:t>
            </w:r>
          </w:p>
        </w:tc>
        <w:tc>
          <w:tcPr>
            <w:tcW w:w="2552" w:type="dxa"/>
          </w:tcPr>
          <w:p w14:paraId="5388B68E" w14:textId="5FE48BB7" w:rsidR="001E3CC3" w:rsidRPr="003E6B9A" w:rsidRDefault="001E3CC3" w:rsidP="001E3CC3">
            <w:r w:rsidRPr="0062733B">
              <w:t>+420 722 819 305</w:t>
            </w:r>
          </w:p>
        </w:tc>
        <w:tc>
          <w:tcPr>
            <w:tcW w:w="823" w:type="dxa"/>
          </w:tcPr>
          <w:p w14:paraId="3ED051DC" w14:textId="77777777" w:rsidR="001E3CC3" w:rsidRDefault="001E3CC3" w:rsidP="001E3CC3"/>
        </w:tc>
        <w:tc>
          <w:tcPr>
            <w:tcW w:w="3685" w:type="dxa"/>
            <w:vMerge/>
          </w:tcPr>
          <w:p w14:paraId="58E12A74" w14:textId="77777777" w:rsidR="001E3CC3" w:rsidRDefault="001E3CC3" w:rsidP="001E3CC3"/>
        </w:tc>
      </w:tr>
      <w:tr w:rsidR="001E3CC3" w14:paraId="11282F6F" w14:textId="77777777" w:rsidTr="00F862D6">
        <w:tc>
          <w:tcPr>
            <w:tcW w:w="1020" w:type="dxa"/>
          </w:tcPr>
          <w:p w14:paraId="4FF7B29C" w14:textId="2F6AB2BA" w:rsidR="001E3CC3" w:rsidRDefault="001E3CC3" w:rsidP="001E3CC3">
            <w:r w:rsidRPr="0062733B">
              <w:t>E-mail</w:t>
            </w:r>
          </w:p>
        </w:tc>
        <w:tc>
          <w:tcPr>
            <w:tcW w:w="2552" w:type="dxa"/>
          </w:tcPr>
          <w:p w14:paraId="6C8BE675" w14:textId="2B575480" w:rsidR="001E3CC3" w:rsidRPr="003E6B9A" w:rsidRDefault="001E3CC3" w:rsidP="001E3CC3">
            <w:r w:rsidRPr="0062733B">
              <w:t>Klimesja@spravazeleznic.cz</w:t>
            </w:r>
          </w:p>
        </w:tc>
        <w:tc>
          <w:tcPr>
            <w:tcW w:w="823" w:type="dxa"/>
          </w:tcPr>
          <w:p w14:paraId="4E1503E6" w14:textId="77777777" w:rsidR="001E3CC3" w:rsidRDefault="001E3CC3" w:rsidP="001E3CC3"/>
        </w:tc>
        <w:tc>
          <w:tcPr>
            <w:tcW w:w="3685" w:type="dxa"/>
            <w:vMerge/>
          </w:tcPr>
          <w:p w14:paraId="17436FE4" w14:textId="77777777" w:rsidR="001E3CC3" w:rsidRDefault="001E3CC3" w:rsidP="001E3CC3"/>
        </w:tc>
      </w:tr>
      <w:tr w:rsidR="001E3CC3" w14:paraId="02CE598F" w14:textId="77777777" w:rsidTr="00F862D6">
        <w:tc>
          <w:tcPr>
            <w:tcW w:w="1020" w:type="dxa"/>
          </w:tcPr>
          <w:p w14:paraId="4DB0723E" w14:textId="77777777" w:rsidR="001E3CC3" w:rsidRDefault="001E3CC3" w:rsidP="001E3CC3"/>
        </w:tc>
        <w:tc>
          <w:tcPr>
            <w:tcW w:w="2552" w:type="dxa"/>
          </w:tcPr>
          <w:p w14:paraId="051B81DA" w14:textId="77777777" w:rsidR="001E3CC3" w:rsidRPr="003E6B9A" w:rsidRDefault="001E3CC3" w:rsidP="001E3CC3"/>
        </w:tc>
        <w:tc>
          <w:tcPr>
            <w:tcW w:w="823" w:type="dxa"/>
          </w:tcPr>
          <w:p w14:paraId="0B514D0F" w14:textId="77777777" w:rsidR="001E3CC3" w:rsidRDefault="001E3CC3" w:rsidP="001E3CC3"/>
        </w:tc>
        <w:tc>
          <w:tcPr>
            <w:tcW w:w="3685" w:type="dxa"/>
          </w:tcPr>
          <w:p w14:paraId="4905E927" w14:textId="77777777" w:rsidR="001E3CC3" w:rsidRDefault="001E3CC3" w:rsidP="001E3CC3"/>
        </w:tc>
      </w:tr>
      <w:tr w:rsidR="001E3CC3" w14:paraId="7FACB8FA" w14:textId="77777777" w:rsidTr="00F862D6">
        <w:tc>
          <w:tcPr>
            <w:tcW w:w="1020" w:type="dxa"/>
          </w:tcPr>
          <w:p w14:paraId="414E7500" w14:textId="6170CF12" w:rsidR="001E3CC3" w:rsidRDefault="001E3CC3" w:rsidP="001E3CC3">
            <w:r w:rsidRPr="0062733B">
              <w:t>Datum</w:t>
            </w:r>
          </w:p>
        </w:tc>
        <w:tc>
          <w:tcPr>
            <w:tcW w:w="2552" w:type="dxa"/>
          </w:tcPr>
          <w:p w14:paraId="79EB67BA" w14:textId="4E8D4BAD" w:rsidR="001E3CC3" w:rsidRPr="003E6B9A" w:rsidRDefault="00114966" w:rsidP="001E3CC3">
            <w:r>
              <w:t>17. února 2022</w:t>
            </w:r>
            <w:r w:rsidR="001E3CC3" w:rsidRPr="0062733B">
              <w:t xml:space="preserve"> </w:t>
            </w:r>
          </w:p>
        </w:tc>
        <w:tc>
          <w:tcPr>
            <w:tcW w:w="823" w:type="dxa"/>
          </w:tcPr>
          <w:p w14:paraId="56F73C89" w14:textId="77777777" w:rsidR="001E3CC3" w:rsidRDefault="001E3CC3" w:rsidP="001E3CC3"/>
        </w:tc>
        <w:tc>
          <w:tcPr>
            <w:tcW w:w="3685" w:type="dxa"/>
          </w:tcPr>
          <w:p w14:paraId="65DA383F" w14:textId="77777777" w:rsidR="001E3CC3" w:rsidRDefault="001E3CC3" w:rsidP="001E3CC3"/>
        </w:tc>
      </w:tr>
      <w:tr w:rsidR="00F64786" w14:paraId="2E0B399F" w14:textId="77777777" w:rsidTr="00F862D6">
        <w:tc>
          <w:tcPr>
            <w:tcW w:w="1020" w:type="dxa"/>
          </w:tcPr>
          <w:p w14:paraId="204144D6" w14:textId="77777777" w:rsidR="00F64786" w:rsidRDefault="00F64786" w:rsidP="0077673A"/>
        </w:tc>
        <w:tc>
          <w:tcPr>
            <w:tcW w:w="2552" w:type="dxa"/>
          </w:tcPr>
          <w:p w14:paraId="02FA7C8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E87A553" w14:textId="77777777" w:rsidR="00F64786" w:rsidRDefault="00F64786" w:rsidP="0077673A"/>
        </w:tc>
        <w:tc>
          <w:tcPr>
            <w:tcW w:w="3685" w:type="dxa"/>
          </w:tcPr>
          <w:p w14:paraId="14DE4509" w14:textId="77777777" w:rsidR="00F64786" w:rsidRDefault="00F64786" w:rsidP="0077673A"/>
        </w:tc>
      </w:tr>
      <w:tr w:rsidR="00F862D6" w14:paraId="013065EB" w14:textId="77777777" w:rsidTr="00B45E9E">
        <w:trPr>
          <w:trHeight w:val="794"/>
        </w:trPr>
        <w:tc>
          <w:tcPr>
            <w:tcW w:w="1020" w:type="dxa"/>
          </w:tcPr>
          <w:p w14:paraId="7FAE49F2" w14:textId="77777777" w:rsidR="00F862D6" w:rsidRDefault="00F862D6" w:rsidP="0077673A"/>
        </w:tc>
        <w:tc>
          <w:tcPr>
            <w:tcW w:w="2552" w:type="dxa"/>
          </w:tcPr>
          <w:p w14:paraId="5C57CA2A" w14:textId="77777777" w:rsidR="00F862D6" w:rsidRDefault="00F862D6" w:rsidP="00F310F8"/>
        </w:tc>
        <w:tc>
          <w:tcPr>
            <w:tcW w:w="823" w:type="dxa"/>
          </w:tcPr>
          <w:p w14:paraId="2EF393D6" w14:textId="77777777" w:rsidR="00F862D6" w:rsidRDefault="00F862D6" w:rsidP="0077673A"/>
        </w:tc>
        <w:tc>
          <w:tcPr>
            <w:tcW w:w="3685" w:type="dxa"/>
          </w:tcPr>
          <w:p w14:paraId="517B45C5" w14:textId="77777777" w:rsidR="00F862D6" w:rsidRDefault="00F862D6" w:rsidP="0077673A"/>
        </w:tc>
      </w:tr>
    </w:tbl>
    <w:p w14:paraId="38C2A98F" w14:textId="77777777" w:rsidR="00CB7B5A" w:rsidRPr="001C2B73" w:rsidRDefault="00CB7B5A" w:rsidP="005C6E0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C2B73">
        <w:rPr>
          <w:rFonts w:eastAsia="Calibri" w:cs="Times New Roman"/>
          <w:lang w:eastAsia="cs-CZ"/>
        </w:rPr>
        <w:t xml:space="preserve">Věc: </w:t>
      </w:r>
      <w:r w:rsidR="008C2C7B" w:rsidRPr="008C2C7B">
        <w:rPr>
          <w:rFonts w:eastAsia="Calibri" w:cs="Times New Roman"/>
          <w:b/>
          <w:lang w:eastAsia="cs-CZ"/>
        </w:rPr>
        <w:t>GSM-R Uničov - Šumperk</w:t>
      </w:r>
    </w:p>
    <w:p w14:paraId="1EEFADD7" w14:textId="77777777" w:rsidR="00CB7B5A" w:rsidRPr="001C2B73" w:rsidRDefault="00CB7B5A" w:rsidP="005C6E0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C2B73">
        <w:rPr>
          <w:rFonts w:eastAsia="Calibri" w:cs="Times New Roman"/>
          <w:lang w:eastAsia="cs-CZ"/>
        </w:rPr>
        <w:t xml:space="preserve">Vysvětlení/ změna/ doplnění zadávací dokumentace č. </w:t>
      </w:r>
      <w:r w:rsidR="001C2B73" w:rsidRPr="001C2B73">
        <w:rPr>
          <w:rFonts w:eastAsia="Times New Roman" w:cs="Times New Roman"/>
          <w:lang w:eastAsia="cs-CZ"/>
        </w:rPr>
        <w:t>1</w:t>
      </w:r>
      <w:r w:rsidRPr="001C2B73">
        <w:rPr>
          <w:rFonts w:eastAsia="Calibri" w:cs="Times New Roman"/>
          <w:lang w:eastAsia="cs-CZ"/>
        </w:rPr>
        <w:t xml:space="preserve"> </w:t>
      </w:r>
    </w:p>
    <w:p w14:paraId="6BECDCB5" w14:textId="77777777" w:rsidR="008C2C7B" w:rsidRPr="00BD5319" w:rsidRDefault="00BD5319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C2B73">
        <w:rPr>
          <w:rFonts w:eastAsia="Calibri" w:cs="Times New Roman"/>
        </w:rPr>
        <w:t xml:space="preserve">ve smyslu </w:t>
      </w:r>
      <w:r w:rsidRPr="001C2B73">
        <w:rPr>
          <w:rFonts w:eastAsia="Times New Roman" w:cs="Times New Roman"/>
          <w:lang w:eastAsia="cs-CZ"/>
        </w:rPr>
        <w:t xml:space="preserve">§ 98 a § 99 zákona č. 134/2016 Sb., o zadávání </w:t>
      </w:r>
      <w:r w:rsidRPr="00BD5319">
        <w:rPr>
          <w:rFonts w:eastAsia="Times New Roman" w:cs="Times New Roman"/>
          <w:lang w:eastAsia="cs-CZ"/>
        </w:rPr>
        <w:t>veřejných zakázek, ve znění pozdějších předpisů (dále jen „ZZVZ“)</w:t>
      </w:r>
    </w:p>
    <w:p w14:paraId="78DBF028" w14:textId="77777777" w:rsidR="00BD5319" w:rsidRPr="00BD5319" w:rsidRDefault="00BD5319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89917A8" w14:textId="77777777" w:rsidR="00BD5319" w:rsidRPr="00BD5319" w:rsidRDefault="00BD5319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142D5BE1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C2C7B">
        <w:rPr>
          <w:rFonts w:eastAsia="Calibri" w:cs="Times New Roman"/>
        </w:rPr>
        <w:t xml:space="preserve">V PS 101 BTS ŽST Troubelice v pol. 87, OSTATNÍ POŽADAVKY – GEOMETRICKÉ ZAMĚŘENÍ DÉLKOVÉ, je uvedena měrná jednotka HM a množství 200. Domníváme se správně, že má být </w:t>
      </w:r>
      <w:r w:rsidRPr="00822339">
        <w:rPr>
          <w:rFonts w:eastAsia="Calibri" w:cs="Times New Roman"/>
        </w:rPr>
        <w:t>množství 2 v případě délky trasy 0,2 km?</w:t>
      </w:r>
    </w:p>
    <w:p w14:paraId="2B2A8408" w14:textId="3BCC535C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1917F0B7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7A4CBC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2:</w:t>
      </w:r>
    </w:p>
    <w:p w14:paraId="5CDEA13C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V PS 102 BTS </w:t>
      </w:r>
      <w:proofErr w:type="spellStart"/>
      <w:r w:rsidRPr="00822339">
        <w:rPr>
          <w:rFonts w:eastAsia="Calibri" w:cs="Times New Roman"/>
        </w:rPr>
        <w:t>zast</w:t>
      </w:r>
      <w:proofErr w:type="spellEnd"/>
      <w:r w:rsidRPr="00822339">
        <w:rPr>
          <w:rFonts w:eastAsia="Calibri" w:cs="Times New Roman"/>
        </w:rPr>
        <w:t>. Nová Hradečná v pol. 72, OSTATNÍ POŽADAVKY – GEOMETRICKÉ ZAMĚŘENÍ DÉLKOVÉ, je uvedena měrná jednotka HM a množství 70. Domníváme se správně, že má být množství 0,7 v případě délky trasy 0,07 km?</w:t>
      </w:r>
    </w:p>
    <w:p w14:paraId="63DC6BF0" w14:textId="7A09FEC0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1A25BAAB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76FBDA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3:</w:t>
      </w:r>
    </w:p>
    <w:p w14:paraId="53A8A9D8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>V PS 103 BTS ŽST Horní Libina v pol. 77, OSTATNÍ POŽADAVKY – GEOMETRICKÉ ZAMĚŘENÍ DÉLKOVÉ, je uvedena měrná jednotka HM a množství 120. Domníváme se správně, že má být množství 1,2 v případě délky trasy 0,12 km?</w:t>
      </w:r>
    </w:p>
    <w:p w14:paraId="0888A089" w14:textId="5E45A0A1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7C834BCF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4002C33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4:</w:t>
      </w:r>
    </w:p>
    <w:p w14:paraId="25AC7EDD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>V PS 104 BTS ŽST Libina v pol. 87, OSTATNÍ POŽADAVKY – GEOMETRICKÉ ZAMĚŘENÍ DÉLKOVÉ, je uvedena měrná jednotka HM a množství 300. Domníváme se správně, že má být množství 3 v případě délky trasy 0,3 km?</w:t>
      </w:r>
    </w:p>
    <w:p w14:paraId="658BB20F" w14:textId="41D34A2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3B3AD81E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B81DB9A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5:</w:t>
      </w:r>
    </w:p>
    <w:p w14:paraId="1FD28195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V PS 105 BTS </w:t>
      </w:r>
      <w:proofErr w:type="spellStart"/>
      <w:r w:rsidRPr="00822339">
        <w:rPr>
          <w:rFonts w:eastAsia="Calibri" w:cs="Times New Roman"/>
        </w:rPr>
        <w:t>zast</w:t>
      </w:r>
      <w:proofErr w:type="spellEnd"/>
      <w:r w:rsidRPr="00822339">
        <w:rPr>
          <w:rFonts w:eastAsia="Calibri" w:cs="Times New Roman"/>
        </w:rPr>
        <w:t>. Hrabišín v pol. 72, OSTATNÍ POŽADAVKY – GEOMETRICKÉ ZAMĚŘENÍ DÉLKOVÉ, je uvedena měrná jednotka HM a množství 70. Domníváme se správně, že má být množství 0,7 v případě délky trasy 0,07 km?</w:t>
      </w:r>
    </w:p>
    <w:p w14:paraId="69C1F46A" w14:textId="17E23863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50CA64B1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F85C080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6:</w:t>
      </w:r>
    </w:p>
    <w:p w14:paraId="4936E569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>V PS 106 BTS ŽST Nový Malín v pol. 91, OSTATNÍ POŽADAVKY – GEOMETRICKÉ ZAMĚŘENÍ DÉLKOVÉ, je uvedena měrná jednotka HM a množství 300. Domníváme se správně, že má být množství 3 v případě délky trasy 0,3 km?</w:t>
      </w:r>
    </w:p>
    <w:p w14:paraId="5A0BD12C" w14:textId="17DA6D2C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126471A2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0511798" w14:textId="77777777" w:rsidR="00FD736B" w:rsidRPr="00822339" w:rsidRDefault="00FD736B" w:rsidP="005C6E06">
      <w:pPr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br w:type="page"/>
      </w:r>
    </w:p>
    <w:p w14:paraId="326815DD" w14:textId="77047032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lastRenderedPageBreak/>
        <w:t>Dotaz č. 7:</w:t>
      </w:r>
    </w:p>
    <w:p w14:paraId="5E1B9A19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>V PS 107 BTS ŽST Šumperk v pol. 96, OSTATNÍ POŽADAVKY – GEOMETRICKÉ ZAMĚŘENÍ DÉLKOVÉ, je uvedena měrná jednotka HM a množství 300. Domníváme se správně, že má být množství 3 v případě délky trasy 0,3 km?</w:t>
      </w:r>
    </w:p>
    <w:p w14:paraId="63F3909D" w14:textId="1F9A04C3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11FFC795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984BDD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8:</w:t>
      </w:r>
    </w:p>
    <w:p w14:paraId="19A3219F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>V PS 108 BTS ŽST Bludov v pol. 48, OSTATNÍ POŽADAVKY – GEOMETRICKÉ ZAMĚŘENÍ DÉLKOVÉ, je uvedena měrná jednotka HM a množství 10. Domníváme se správně, že má být množství 0,1 v případě délky trasy 0,010 km?</w:t>
      </w:r>
    </w:p>
    <w:p w14:paraId="224D9D6A" w14:textId="38501AA5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536475" w:rsidRPr="00822339">
        <w:rPr>
          <w:rFonts w:eastAsia="Calibri" w:cs="Times New Roman"/>
          <w:b/>
          <w:lang w:eastAsia="cs-CZ"/>
        </w:rPr>
        <w:t>Množství jednotky bylo opraveno.</w:t>
      </w:r>
    </w:p>
    <w:p w14:paraId="169CBE62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6406509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9:</w:t>
      </w:r>
    </w:p>
    <w:p w14:paraId="3F70BCEC" w14:textId="741AF033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V PS 602 </w:t>
      </w:r>
      <w:proofErr w:type="spellStart"/>
      <w:r w:rsidRPr="00822339">
        <w:rPr>
          <w:rFonts w:eastAsia="Calibri" w:cs="Times New Roman"/>
        </w:rPr>
        <w:t>Radiovníky</w:t>
      </w:r>
      <w:proofErr w:type="spellEnd"/>
      <w:r w:rsidRPr="00822339">
        <w:rPr>
          <w:rFonts w:eastAsia="Calibri" w:cs="Times New Roman"/>
        </w:rPr>
        <w:t xml:space="preserve"> - postrádáme zemní práce a další s tím související položky (sloupky pro návěst, polštáře pod základy, základy z prostého betonu, vybourání částí konstrukcí z beton dílců ). V Technické zprávě se k </w:t>
      </w:r>
      <w:proofErr w:type="spellStart"/>
      <w:r w:rsidRPr="00822339">
        <w:rPr>
          <w:rFonts w:eastAsia="Calibri" w:cs="Times New Roman"/>
        </w:rPr>
        <w:t>radiovníkům</w:t>
      </w:r>
      <w:proofErr w:type="spellEnd"/>
      <w:r w:rsidRPr="00822339">
        <w:rPr>
          <w:rFonts w:eastAsia="Calibri" w:cs="Times New Roman"/>
        </w:rPr>
        <w:t xml:space="preserve"> uvádí, že poloha návěstí bude stanovena </w:t>
      </w:r>
      <w:proofErr w:type="spellStart"/>
      <w:r w:rsidRPr="00822339">
        <w:rPr>
          <w:rFonts w:eastAsia="Calibri" w:cs="Times New Roman"/>
        </w:rPr>
        <w:t>pochozí</w:t>
      </w:r>
      <w:proofErr w:type="spellEnd"/>
      <w:r w:rsidRPr="00822339">
        <w:rPr>
          <w:rFonts w:eastAsia="Calibri" w:cs="Times New Roman"/>
        </w:rPr>
        <w:t xml:space="preserve"> komisí před realizací stavby. Domníváme se správně, že v této souvislosti případné vzniknuvší dodatečné náklady budou řešeny až v realizaci např. procesem změnového listu?</w:t>
      </w:r>
    </w:p>
    <w:p w14:paraId="11202EFD" w14:textId="77777777" w:rsidR="00FD736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A218E7" w:rsidRPr="00822339">
        <w:rPr>
          <w:rFonts w:eastAsia="Calibri" w:cs="Times New Roman"/>
          <w:b/>
          <w:lang w:eastAsia="cs-CZ"/>
        </w:rPr>
        <w:t>Položka z</w:t>
      </w:r>
      <w:r w:rsidR="00536475" w:rsidRPr="00822339">
        <w:rPr>
          <w:rFonts w:eastAsia="Calibri" w:cs="Times New Roman"/>
          <w:b/>
          <w:lang w:eastAsia="cs-CZ"/>
        </w:rPr>
        <w:t>emní</w:t>
      </w:r>
      <w:r w:rsidR="00A218E7" w:rsidRPr="00822339">
        <w:rPr>
          <w:rFonts w:eastAsia="Calibri" w:cs="Times New Roman"/>
          <w:b/>
          <w:lang w:eastAsia="cs-CZ"/>
        </w:rPr>
        <w:t>ch</w:t>
      </w:r>
      <w:r w:rsidR="00536475" w:rsidRPr="00822339">
        <w:rPr>
          <w:rFonts w:eastAsia="Calibri" w:cs="Times New Roman"/>
          <w:b/>
          <w:lang w:eastAsia="cs-CZ"/>
        </w:rPr>
        <w:t xml:space="preserve"> pr</w:t>
      </w:r>
      <w:r w:rsidR="00A218E7" w:rsidRPr="00822339">
        <w:rPr>
          <w:rFonts w:eastAsia="Calibri" w:cs="Times New Roman"/>
          <w:b/>
          <w:lang w:eastAsia="cs-CZ"/>
        </w:rPr>
        <w:t>a</w:t>
      </w:r>
      <w:r w:rsidR="00536475" w:rsidRPr="00822339">
        <w:rPr>
          <w:rFonts w:eastAsia="Calibri" w:cs="Times New Roman"/>
          <w:b/>
          <w:lang w:eastAsia="cs-CZ"/>
        </w:rPr>
        <w:t>c</w:t>
      </w:r>
      <w:r w:rsidR="00A218E7" w:rsidRPr="00822339">
        <w:rPr>
          <w:rFonts w:eastAsia="Calibri" w:cs="Times New Roman"/>
          <w:b/>
          <w:lang w:eastAsia="cs-CZ"/>
        </w:rPr>
        <w:t>í</w:t>
      </w:r>
      <w:r w:rsidR="00536475" w:rsidRPr="00822339">
        <w:rPr>
          <w:rFonts w:eastAsia="Calibri" w:cs="Times New Roman"/>
          <w:b/>
          <w:lang w:eastAsia="cs-CZ"/>
        </w:rPr>
        <w:t xml:space="preserve"> byl</w:t>
      </w:r>
      <w:r w:rsidR="00A218E7" w:rsidRPr="00822339">
        <w:rPr>
          <w:rFonts w:eastAsia="Calibri" w:cs="Times New Roman"/>
          <w:b/>
          <w:lang w:eastAsia="cs-CZ"/>
        </w:rPr>
        <w:t>a</w:t>
      </w:r>
      <w:r w:rsidR="00536475" w:rsidRPr="00822339">
        <w:rPr>
          <w:rFonts w:eastAsia="Calibri" w:cs="Times New Roman"/>
          <w:b/>
          <w:lang w:eastAsia="cs-CZ"/>
        </w:rPr>
        <w:t xml:space="preserve"> doplněn</w:t>
      </w:r>
      <w:r w:rsidR="00F51B95" w:rsidRPr="00822339">
        <w:rPr>
          <w:rFonts w:eastAsia="Calibri" w:cs="Times New Roman"/>
          <w:b/>
          <w:lang w:eastAsia="cs-CZ"/>
        </w:rPr>
        <w:t>a</w:t>
      </w:r>
      <w:r w:rsidR="00A218E7" w:rsidRPr="00822339">
        <w:rPr>
          <w:rFonts w:eastAsia="Calibri" w:cs="Times New Roman"/>
          <w:b/>
          <w:lang w:eastAsia="cs-CZ"/>
        </w:rPr>
        <w:t xml:space="preserve"> (položka č. 131</w:t>
      </w:r>
      <w:r w:rsidR="00B4336B" w:rsidRPr="00822339">
        <w:rPr>
          <w:rFonts w:eastAsia="Calibri" w:cs="Times New Roman"/>
          <w:b/>
          <w:lang w:eastAsia="cs-CZ"/>
        </w:rPr>
        <w:t>8</w:t>
      </w:r>
      <w:r w:rsidR="00A218E7" w:rsidRPr="00822339">
        <w:rPr>
          <w:rFonts w:eastAsia="Calibri" w:cs="Times New Roman"/>
          <w:b/>
          <w:lang w:eastAsia="cs-CZ"/>
        </w:rPr>
        <w:t>3</w:t>
      </w:r>
      <w:r w:rsidR="00B4336B" w:rsidRPr="00822339">
        <w:rPr>
          <w:rFonts w:eastAsia="Calibri" w:cs="Times New Roman"/>
          <w:b/>
          <w:lang w:eastAsia="cs-CZ"/>
        </w:rPr>
        <w:t>)</w:t>
      </w:r>
      <w:r w:rsidR="00A218E7" w:rsidRPr="00822339">
        <w:rPr>
          <w:rFonts w:eastAsia="Calibri" w:cs="Times New Roman"/>
          <w:b/>
          <w:lang w:eastAsia="cs-CZ"/>
        </w:rPr>
        <w:t xml:space="preserve">. Sloupek včetně polštáře pod </w:t>
      </w:r>
      <w:r w:rsidR="00F51B95" w:rsidRPr="00822339">
        <w:rPr>
          <w:rFonts w:eastAsia="Calibri" w:cs="Times New Roman"/>
          <w:b/>
          <w:lang w:eastAsia="cs-CZ"/>
        </w:rPr>
        <w:t xml:space="preserve">základy a základy z prostého betonu jsou součástí položky 75N732 dle OTSKP 2018. </w:t>
      </w:r>
    </w:p>
    <w:p w14:paraId="08C70EF5" w14:textId="77777777" w:rsidR="00FD736B" w:rsidRPr="00822339" w:rsidRDefault="00FD736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4945343" w14:textId="1AB765BF" w:rsidR="00CB4E80" w:rsidRPr="00822339" w:rsidRDefault="00F51B95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Položka </w:t>
      </w:r>
      <w:r w:rsidR="00CB4E80" w:rsidRPr="00822339">
        <w:rPr>
          <w:rFonts w:eastAsia="Calibri" w:cs="Times New Roman"/>
          <w:b/>
          <w:lang w:eastAsia="cs-CZ"/>
        </w:rPr>
        <w:t>96711 - VYBOURÁNÍ ČÁSTÍ KONSTRUKCÍ Z BETON DÍLCŮ – byla doplněna.</w:t>
      </w:r>
    </w:p>
    <w:p w14:paraId="70E9FE0A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BC3B619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10:</w:t>
      </w:r>
    </w:p>
    <w:p w14:paraId="7E2DCFA5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V PS 611 „Úprava telefonních </w:t>
      </w:r>
      <w:proofErr w:type="spellStart"/>
      <w:r w:rsidRPr="00822339">
        <w:rPr>
          <w:rFonts w:eastAsia="Calibri" w:cs="Times New Roman"/>
        </w:rPr>
        <w:t>zapojovačů</w:t>
      </w:r>
      <w:proofErr w:type="spellEnd"/>
      <w:r w:rsidRPr="00822339">
        <w:rPr>
          <w:rFonts w:eastAsia="Calibri" w:cs="Times New Roman"/>
        </w:rPr>
        <w:t>“  - se dle výkresu „</w:t>
      </w:r>
      <w:proofErr w:type="spellStart"/>
      <w:r w:rsidRPr="00822339">
        <w:rPr>
          <w:rFonts w:eastAsia="Calibri" w:cs="Helvetica"/>
        </w:rPr>
        <w:t>Žst</w:t>
      </w:r>
      <w:proofErr w:type="spellEnd"/>
      <w:r w:rsidRPr="00822339">
        <w:rPr>
          <w:rFonts w:eastAsia="Calibri" w:cs="Helvetica"/>
        </w:rPr>
        <w:t xml:space="preserve"> Bludov, schéma zapojení telefonního </w:t>
      </w:r>
      <w:proofErr w:type="spellStart"/>
      <w:r w:rsidRPr="00822339">
        <w:rPr>
          <w:rFonts w:eastAsia="Calibri" w:cs="Helvetica"/>
        </w:rPr>
        <w:t>zapojova</w:t>
      </w:r>
      <w:r w:rsidRPr="00822339">
        <w:rPr>
          <w:rFonts w:eastAsia="Calibri" w:cs="Arial"/>
        </w:rPr>
        <w:t>č</w:t>
      </w:r>
      <w:r w:rsidRPr="00822339">
        <w:rPr>
          <w:rFonts w:eastAsia="Calibri" w:cs="Helvetica"/>
        </w:rPr>
        <w:t>e</w:t>
      </w:r>
      <w:proofErr w:type="spellEnd"/>
      <w:r w:rsidRPr="00822339">
        <w:rPr>
          <w:rFonts w:eastAsia="Calibri" w:cs="Times New Roman"/>
        </w:rPr>
        <w:t xml:space="preserve">“ plánuje připojení telefonního </w:t>
      </w:r>
      <w:proofErr w:type="spellStart"/>
      <w:r w:rsidRPr="00822339">
        <w:rPr>
          <w:rFonts w:eastAsia="Calibri" w:cs="Times New Roman"/>
        </w:rPr>
        <w:t>zapojovače</w:t>
      </w:r>
      <w:proofErr w:type="spellEnd"/>
      <w:r w:rsidRPr="00822339">
        <w:rPr>
          <w:rFonts w:eastAsia="Calibri" w:cs="Times New Roman"/>
        </w:rPr>
        <w:t xml:space="preserve"> na datový </w:t>
      </w:r>
      <w:proofErr w:type="spellStart"/>
      <w:r w:rsidRPr="00822339">
        <w:rPr>
          <w:rFonts w:eastAsia="Calibri" w:cs="Times New Roman"/>
        </w:rPr>
        <w:t>switch</w:t>
      </w:r>
      <w:proofErr w:type="spellEnd"/>
      <w:r w:rsidRPr="00822339">
        <w:rPr>
          <w:rFonts w:eastAsia="Calibri" w:cs="Times New Roman"/>
        </w:rPr>
        <w:t xml:space="preserve"> a agregační </w:t>
      </w:r>
      <w:proofErr w:type="spellStart"/>
      <w:r w:rsidRPr="00822339">
        <w:rPr>
          <w:rFonts w:eastAsia="Calibri" w:cs="Times New Roman"/>
        </w:rPr>
        <w:t>router</w:t>
      </w:r>
      <w:proofErr w:type="spellEnd"/>
      <w:r w:rsidRPr="00822339">
        <w:rPr>
          <w:rFonts w:eastAsia="Calibri" w:cs="Times New Roman"/>
        </w:rPr>
        <w:t xml:space="preserve"> MPLS. Tyto prvky jsou barevně znázorněny jako zařízení budované v rámci jiného PS.  Je tím myšleno připojení na přístupový </w:t>
      </w:r>
      <w:proofErr w:type="spellStart"/>
      <w:r w:rsidRPr="00822339">
        <w:rPr>
          <w:rFonts w:eastAsia="Calibri" w:cs="Times New Roman"/>
        </w:rPr>
        <w:t>router</w:t>
      </w:r>
      <w:proofErr w:type="spellEnd"/>
      <w:r w:rsidRPr="00822339">
        <w:rPr>
          <w:rFonts w:eastAsia="Calibri" w:cs="Times New Roman"/>
        </w:rPr>
        <w:t xml:space="preserve"> PE GSM-R, který v Bludově bude instalován v rámci PS 131 „Přenosové zařízení, úsek Uničov - Šumperk“? Jinými slovy, bude touto stavbou budovaná MPLS sít sloužit i pro zařízení provozovaná v síti </w:t>
      </w:r>
      <w:proofErr w:type="spellStart"/>
      <w:r w:rsidRPr="00822339">
        <w:rPr>
          <w:rFonts w:eastAsia="Calibri" w:cs="Times New Roman"/>
        </w:rPr>
        <w:t>TechLan</w:t>
      </w:r>
      <w:proofErr w:type="spellEnd"/>
      <w:r w:rsidRPr="00822339">
        <w:rPr>
          <w:rFonts w:eastAsia="Calibri" w:cs="Times New Roman"/>
        </w:rPr>
        <w:t>?</w:t>
      </w:r>
    </w:p>
    <w:p w14:paraId="3E83E2BB" w14:textId="3F011ADF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2D6144" w:rsidRPr="002D6144">
        <w:rPr>
          <w:rFonts w:eastAsia="Calibri" w:cs="Times New Roman"/>
          <w:b/>
          <w:lang w:eastAsia="cs-CZ"/>
        </w:rPr>
        <w:t xml:space="preserve">V rámci aktualizace PS 131 přenosové zařízení, úsek Uničov – Šumperk na základě změny nového řešení připojení BTS GSM-R v rámci předcházejícího úseku Olomouc – Uničov a požadavku SŽ, O14 došlo zároveň ke změně technického řešení přenosového systému. Nově byl navržen pouze přenosový systém pro potřeby rádiového systému GSM-R v podobě PE GSM-R agregačních </w:t>
      </w:r>
      <w:proofErr w:type="spellStart"/>
      <w:r w:rsidR="002D6144" w:rsidRPr="002D6144">
        <w:rPr>
          <w:rFonts w:eastAsia="Calibri" w:cs="Times New Roman"/>
          <w:b/>
          <w:lang w:eastAsia="cs-CZ"/>
        </w:rPr>
        <w:t>routerů</w:t>
      </w:r>
      <w:proofErr w:type="spellEnd"/>
      <w:r w:rsidR="002D6144" w:rsidRPr="002D6144">
        <w:rPr>
          <w:rFonts w:eastAsia="Calibri" w:cs="Times New Roman"/>
          <w:b/>
          <w:lang w:eastAsia="cs-CZ"/>
        </w:rPr>
        <w:t xml:space="preserve"> a PE GSM-R přístupových </w:t>
      </w:r>
      <w:proofErr w:type="spellStart"/>
      <w:r w:rsidR="002D6144" w:rsidRPr="002D6144">
        <w:rPr>
          <w:rFonts w:eastAsia="Calibri" w:cs="Times New Roman"/>
          <w:b/>
          <w:lang w:eastAsia="cs-CZ"/>
        </w:rPr>
        <w:t>routerů</w:t>
      </w:r>
      <w:proofErr w:type="spellEnd"/>
      <w:r w:rsidR="002D6144" w:rsidRPr="002D6144">
        <w:rPr>
          <w:rFonts w:eastAsia="Calibri" w:cs="Times New Roman"/>
          <w:b/>
          <w:lang w:eastAsia="cs-CZ"/>
        </w:rPr>
        <w:t xml:space="preserve">. Technologická datová síť (TDS) v ŽST Bludov nebyla navržena a telefonní </w:t>
      </w:r>
      <w:proofErr w:type="spellStart"/>
      <w:r w:rsidR="002D6144" w:rsidRPr="002D6144">
        <w:rPr>
          <w:rFonts w:eastAsia="Calibri" w:cs="Times New Roman"/>
          <w:b/>
          <w:lang w:eastAsia="cs-CZ"/>
        </w:rPr>
        <w:t>zapojovač</w:t>
      </w:r>
      <w:proofErr w:type="spellEnd"/>
      <w:r w:rsidR="002D6144" w:rsidRPr="002D6144">
        <w:rPr>
          <w:rFonts w:eastAsia="Calibri" w:cs="Times New Roman"/>
          <w:b/>
          <w:lang w:eastAsia="cs-CZ"/>
        </w:rPr>
        <w:t xml:space="preserve"> bude připojen do stávajícího </w:t>
      </w:r>
      <w:proofErr w:type="spellStart"/>
      <w:r w:rsidR="002D6144" w:rsidRPr="002D6144">
        <w:rPr>
          <w:rFonts w:eastAsia="Calibri" w:cs="Times New Roman"/>
          <w:b/>
          <w:lang w:eastAsia="cs-CZ"/>
        </w:rPr>
        <w:t>switche</w:t>
      </w:r>
      <w:proofErr w:type="spellEnd"/>
      <w:r w:rsidR="002D6144" w:rsidRPr="002D6144">
        <w:rPr>
          <w:rFonts w:eastAsia="Calibri" w:cs="Times New Roman"/>
          <w:b/>
          <w:lang w:eastAsia="cs-CZ"/>
        </w:rPr>
        <w:t xml:space="preserve"> TDS.</w:t>
      </w:r>
    </w:p>
    <w:p w14:paraId="649DE816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DD9120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11:</w:t>
      </w:r>
    </w:p>
    <w:p w14:paraId="07153924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PS 611 „Úprava telefonních </w:t>
      </w:r>
      <w:proofErr w:type="spellStart"/>
      <w:r w:rsidRPr="00822339">
        <w:rPr>
          <w:rFonts w:eastAsia="Calibri" w:cs="Times New Roman"/>
        </w:rPr>
        <w:t>zapojovačů</w:t>
      </w:r>
      <w:proofErr w:type="spellEnd"/>
      <w:r w:rsidRPr="00822339">
        <w:rPr>
          <w:rFonts w:eastAsia="Calibri" w:cs="Times New Roman"/>
        </w:rPr>
        <w:t xml:space="preserve">“  - ve výkazu výměr postrádáme položky pro dodávku + montáž IP telefonního </w:t>
      </w:r>
      <w:proofErr w:type="spellStart"/>
      <w:r w:rsidRPr="00822339">
        <w:rPr>
          <w:rFonts w:eastAsia="Calibri" w:cs="Times New Roman"/>
        </w:rPr>
        <w:t>zapojovače</w:t>
      </w:r>
      <w:proofErr w:type="spellEnd"/>
      <w:r w:rsidRPr="00822339">
        <w:rPr>
          <w:rFonts w:eastAsia="Calibri" w:cs="Times New Roman"/>
        </w:rPr>
        <w:t xml:space="preserve"> – převodníku IP/MB pro lokality Postřelmov a Bludov. Žádáme zadavatele o doplnění.</w:t>
      </w:r>
    </w:p>
    <w:p w14:paraId="543DDC9D" w14:textId="7B933266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06651C" w:rsidRPr="00822339">
        <w:rPr>
          <w:rFonts w:eastAsia="Calibri" w:cs="Times New Roman"/>
          <w:b/>
          <w:lang w:eastAsia="cs-CZ"/>
        </w:rPr>
        <w:t>Položky byly doplněny.</w:t>
      </w:r>
    </w:p>
    <w:p w14:paraId="64455843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357EB63" w14:textId="77777777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12:</w:t>
      </w:r>
    </w:p>
    <w:p w14:paraId="6EEE2821" w14:textId="77777777" w:rsidR="008C2C7B" w:rsidRPr="00822339" w:rsidRDefault="008C2C7B" w:rsidP="005C6E06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PS 611 „Úprava telefonních </w:t>
      </w:r>
      <w:proofErr w:type="spellStart"/>
      <w:r w:rsidRPr="00822339">
        <w:rPr>
          <w:rFonts w:eastAsia="Calibri" w:cs="Times New Roman"/>
        </w:rPr>
        <w:t>zapojovačů</w:t>
      </w:r>
      <w:proofErr w:type="spellEnd"/>
      <w:r w:rsidRPr="00822339">
        <w:rPr>
          <w:rFonts w:eastAsia="Calibri" w:cs="Times New Roman"/>
        </w:rPr>
        <w:t xml:space="preserve">“ - v technické zprávě se v kapitole 4.2.2 píše: „Telekomunikační server bude umístěn u IP </w:t>
      </w:r>
      <w:proofErr w:type="spellStart"/>
      <w:r w:rsidRPr="00822339">
        <w:rPr>
          <w:rFonts w:eastAsia="Calibri" w:cs="Times New Roman"/>
        </w:rPr>
        <w:t>zapojovače</w:t>
      </w:r>
      <w:proofErr w:type="spellEnd"/>
      <w:r w:rsidRPr="00822339">
        <w:rPr>
          <w:rFonts w:eastAsia="Calibri" w:cs="Times New Roman"/>
        </w:rPr>
        <w:t xml:space="preserve">.“ Ve schématu ani výkazu výměr ale toto zařízení není. Přes jaký server budou nové </w:t>
      </w:r>
      <w:proofErr w:type="spellStart"/>
      <w:r w:rsidRPr="00822339">
        <w:rPr>
          <w:rFonts w:eastAsia="Calibri" w:cs="Times New Roman"/>
        </w:rPr>
        <w:t>zapojovače</w:t>
      </w:r>
      <w:proofErr w:type="spellEnd"/>
      <w:r w:rsidRPr="00822339">
        <w:rPr>
          <w:rFonts w:eastAsia="Calibri" w:cs="Times New Roman"/>
        </w:rPr>
        <w:t xml:space="preserve"> komunikovat v IP síti? Žádáme zadavatele o prověření/doplnění.</w:t>
      </w:r>
    </w:p>
    <w:p w14:paraId="41865ACC" w14:textId="5894B9C8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 w:rsidR="0006651C" w:rsidRPr="00822339">
        <w:rPr>
          <w:rFonts w:eastAsia="Calibri" w:cs="Times New Roman"/>
          <w:b/>
          <w:lang w:eastAsia="cs-CZ"/>
        </w:rPr>
        <w:t>Telekomunikační server je umístěn v ŽST Olomouc v RDP. Tento server bude konfigurován.</w:t>
      </w:r>
    </w:p>
    <w:p w14:paraId="5A5611A9" w14:textId="383C778E" w:rsidR="008C2C7B" w:rsidRPr="00822339" w:rsidRDefault="008C2C7B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98CC29E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13:</w:t>
      </w:r>
    </w:p>
    <w:p w14:paraId="08131792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>Před dokončením stavby bude již v úseku Olomouc (mimo) - Šumperk (mimo) v provozu dálkové řízení trati s dispečerským řízení z RDP Olomouc. Neměli by být součástí stavby i rekonfigurace a doplnění IP DT na dispečerském pracovišti, když v úseku Uničov (mimo) - Šumperk (mimo) dojde ke změně rádiového systému z TRS na GSM-R? Žádáme zadavatele o prověření a případné doplnění položek rekonfigurace stávajících IP DT.</w:t>
      </w:r>
    </w:p>
    <w:p w14:paraId="5F7BEC4B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24D230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Odpověď: Položka byla doplněna.</w:t>
      </w:r>
    </w:p>
    <w:p w14:paraId="0FA04638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2B29076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lastRenderedPageBreak/>
        <w:t>Dotaz č. 14:</w:t>
      </w:r>
    </w:p>
    <w:p w14:paraId="675CC898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V rámci, kterého PS je počítáno s rekonfigurací a doplněním 2ks GSM-R </w:t>
      </w:r>
      <w:proofErr w:type="spellStart"/>
      <w:r w:rsidRPr="00822339">
        <w:rPr>
          <w:rFonts w:eastAsia="Calibri" w:cs="Times New Roman"/>
        </w:rPr>
        <w:t>gateway</w:t>
      </w:r>
      <w:proofErr w:type="spellEnd"/>
      <w:r w:rsidRPr="00822339">
        <w:rPr>
          <w:rFonts w:eastAsia="Calibri" w:cs="Times New Roman"/>
        </w:rPr>
        <w:t xml:space="preserve"> pro nové terminály (ŽST Šumperk). Žádáme zadavatele o prověření/vysvětlení a případné doplnění položek rekonfigurace.</w:t>
      </w:r>
    </w:p>
    <w:p w14:paraId="24A2DFF2" w14:textId="77777777" w:rsidR="00F70B58" w:rsidRDefault="00F70B58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A0657F" w14:textId="3CAF1AC6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Odpověď: Položka byla doplněna.</w:t>
      </w:r>
    </w:p>
    <w:p w14:paraId="386283B1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662ECE0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15:</w:t>
      </w:r>
    </w:p>
    <w:p w14:paraId="0C262379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</w:rPr>
      </w:pPr>
      <w:r w:rsidRPr="00822339">
        <w:rPr>
          <w:rFonts w:eastAsia="Calibri" w:cs="Times New Roman"/>
        </w:rPr>
        <w:t xml:space="preserve">Žádáme zadavatele o potvrzení, že chápeme správně, že v ŽST Bludov a ŽST Postřelmov bude nouzové ovládání a vstup do sítě GSM-R řešen Přes ruční terminál, protože zjednodušené pracoviště IP </w:t>
      </w:r>
      <w:proofErr w:type="spellStart"/>
      <w:r w:rsidRPr="00822339">
        <w:rPr>
          <w:rFonts w:eastAsia="Calibri" w:cs="Times New Roman"/>
        </w:rPr>
        <w:t>zapojovače</w:t>
      </w:r>
      <w:proofErr w:type="spellEnd"/>
      <w:r w:rsidRPr="00822339">
        <w:rPr>
          <w:rFonts w:eastAsia="Calibri" w:cs="Times New Roman"/>
        </w:rPr>
        <w:t xml:space="preserve"> toto neumožnuje. </w:t>
      </w:r>
    </w:p>
    <w:p w14:paraId="5DA01717" w14:textId="77777777" w:rsidR="00F70B58" w:rsidRDefault="00F70B58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054386" w14:textId="5CA5BF13" w:rsidR="00F22E82" w:rsidRPr="00822339" w:rsidRDefault="00F70B58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="00F22E82" w:rsidRPr="00822339">
        <w:rPr>
          <w:rFonts w:eastAsia="Calibri" w:cs="Times New Roman"/>
          <w:b/>
          <w:lang w:eastAsia="cs-CZ"/>
        </w:rPr>
        <w:t>dpověď: Při zpracování dokumentace bylo toto technické řešení odsouhlaseno.</w:t>
      </w:r>
    </w:p>
    <w:p w14:paraId="02C359A8" w14:textId="7792B900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F15D91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16:</w:t>
      </w:r>
    </w:p>
    <w:p w14:paraId="039F81A2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</w:rPr>
        <w:t>Zadavatel v čl. 8.5 Výzvy Technická kvalifikace – seznam odborného personál stanovil požadavek na doložení člena personálu, včetně doložení příslušných dokladů, na pozici specialista (vedoucí prací) na mosty a inženýrské konstrukce.</w:t>
      </w:r>
      <w:r w:rsidRPr="00822339">
        <w:rPr>
          <w:rFonts w:eastAsia="Calibri" w:cs="Times New Roman"/>
        </w:rPr>
        <w:br/>
        <w:t>Naše společnost má za to, že instalace GSM-R technologie včetně dalších činností s ní spojené v rámci předmětné veřejné zakázky jakkoli zásadně nezasahuje do konstrukčních částí mostů.</w:t>
      </w:r>
      <w:r w:rsidRPr="00822339">
        <w:rPr>
          <w:rFonts w:eastAsia="Calibri" w:cs="Times New Roman"/>
        </w:rPr>
        <w:br/>
        <w:t>Dovolujeme si Zadavatele požádat o vysvětlení nutnosti výše uvedeného požadavku Zadavatele na specialistu (vedoucího prací) na mosty a inženýrské konstrukce, včetně s tím souvisejícího požadavku na doložení dokladu o autorizaci v rozsahu dle § 5 odst. 3 písm. d) autorizačního zákona, tedy v oboru mosty a inženýrské konstrukce, jak je stanoveno u uvedeného specialisty, resp. v čl. 8.3 v rámci doložení profesní způsobilosti.</w:t>
      </w:r>
    </w:p>
    <w:p w14:paraId="193CE44B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00ECCD0" w14:textId="3965B346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Odpověď: Jelikož součástí zakázky je i výstavba stožárů, které spadají do inženýrských konstrukcí je na místě požadovat doložení dokladu o autorizaci v rozsahu dle § 5 odst. 3 písm. d) autorizačního zákona, tedy v oboru mosty a inženýrské konstrukce.</w:t>
      </w:r>
    </w:p>
    <w:p w14:paraId="0D9B55CE" w14:textId="29663E11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B939B0B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17:</w:t>
      </w:r>
    </w:p>
    <w:p w14:paraId="08AFA5B4" w14:textId="0E976BF8" w:rsidR="00F22E82" w:rsidRPr="00822339" w:rsidRDefault="00F22E82" w:rsidP="005C6E06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822339">
        <w:rPr>
          <w:rFonts w:ascii="Tahoma" w:hAnsi="Tahoma" w:cs="Tahoma"/>
          <w:sz w:val="19"/>
          <w:szCs w:val="19"/>
          <w:shd w:val="clear" w:color="auto" w:fill="FFFFFF"/>
        </w:rPr>
        <w:t xml:space="preserve">Žádáme </w:t>
      </w:r>
      <w:r w:rsidR="00E6249F">
        <w:rPr>
          <w:rFonts w:ascii="Tahoma" w:hAnsi="Tahoma" w:cs="Tahoma"/>
          <w:sz w:val="19"/>
          <w:szCs w:val="19"/>
          <w:shd w:val="clear" w:color="auto" w:fill="FFFFFF"/>
        </w:rPr>
        <w:t>zadavatele o zodpovězení dotazu</w:t>
      </w:r>
      <w:r w:rsidRPr="00822339">
        <w:rPr>
          <w:rFonts w:ascii="Tahoma" w:hAnsi="Tahoma" w:cs="Tahoma"/>
          <w:sz w:val="19"/>
          <w:szCs w:val="19"/>
          <w:shd w:val="clear" w:color="auto" w:fill="FFFFFF"/>
        </w:rPr>
        <w:t>: V provozních souborech</w:t>
      </w:r>
      <w:r w:rsidR="00E6249F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Pr="00822339">
        <w:rPr>
          <w:rFonts w:ascii="Tahoma" w:hAnsi="Tahoma" w:cs="Tahoma"/>
          <w:sz w:val="19"/>
          <w:szCs w:val="19"/>
          <w:shd w:val="clear" w:color="auto" w:fill="FFFFFF"/>
        </w:rPr>
        <w:t xml:space="preserve"> jejichž součástí jsou i stavební práce (PS 101 – PS 108, PS 602) postrádáme položku pro zařízení staveniště. Žádáme zadavatele o doplnění výkazu výměr.</w:t>
      </w:r>
    </w:p>
    <w:p w14:paraId="5574A06A" w14:textId="77777777" w:rsidR="00F22E82" w:rsidRPr="00822339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3ADAEC" w14:textId="77777777" w:rsidR="00F22E82" w:rsidRPr="00F70B58" w:rsidRDefault="00F22E82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Zařízení staveniště je součástí PS 121 předmětné stavby. V rámci realizace stavby je nutná úzká koordinace jednotlivých PS/SO stavby. Výkazy výměr nebudou </w:t>
      </w:r>
      <w:r w:rsidRPr="00F70B58">
        <w:rPr>
          <w:rFonts w:eastAsia="Calibri" w:cs="Times New Roman"/>
          <w:b/>
          <w:lang w:eastAsia="cs-CZ"/>
        </w:rPr>
        <w:t>doplněny.</w:t>
      </w:r>
    </w:p>
    <w:p w14:paraId="5267DC0E" w14:textId="1A3FA688" w:rsidR="00F22E82" w:rsidRPr="00F70B58" w:rsidRDefault="00F22E82" w:rsidP="00F22E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7E83A3" w14:textId="77777777" w:rsidR="00F70B58" w:rsidRDefault="00F70B58" w:rsidP="00D32509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2895AE0B" w14:textId="77777777" w:rsidR="00F70B58" w:rsidRDefault="00F70B58" w:rsidP="00D32509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285CADF2" w14:textId="04EA38E7" w:rsidR="00D32509" w:rsidRPr="00F70B58" w:rsidRDefault="00D32509" w:rsidP="00D3250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F70B58">
        <w:rPr>
          <w:rFonts w:eastAsia="Times New Roman" w:cs="Times New Roman"/>
          <w:u w:val="single"/>
          <w:lang w:eastAsia="cs-CZ"/>
        </w:rPr>
        <w:t xml:space="preserve">Zadavatel </w:t>
      </w:r>
      <w:r w:rsidRPr="00F70B58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F70B58">
        <w:rPr>
          <w:rFonts w:eastAsia="Times New Roman" w:cs="Times New Roman"/>
          <w:u w:val="single"/>
          <w:lang w:eastAsia="cs-CZ"/>
        </w:rPr>
        <w:t xml:space="preserve"> </w:t>
      </w:r>
      <w:r w:rsidRPr="00F70B58">
        <w:rPr>
          <w:rFonts w:eastAsia="Calibri" w:cs="Times New Roman"/>
          <w:u w:val="single"/>
          <w:lang w:eastAsia="cs-CZ"/>
        </w:rPr>
        <w:t>bez předchozí žádosti:</w:t>
      </w:r>
    </w:p>
    <w:p w14:paraId="16E475FE" w14:textId="244C0F85" w:rsidR="00D32509" w:rsidRPr="00F70B58" w:rsidRDefault="00D32509" w:rsidP="00D3250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70B58">
        <w:rPr>
          <w:rFonts w:eastAsia="Calibri" w:cs="Times New Roman"/>
          <w:lang w:eastAsia="cs-CZ"/>
        </w:rPr>
        <w:t>Zadavatel při vyhlášení předmětné veřejné zakázky uveřejnil soupis prací, dodávek a služeb s výkazem výměr</w:t>
      </w:r>
      <w:r w:rsidRPr="00F70B58">
        <w:t xml:space="preserve"> </w:t>
      </w:r>
      <w:r w:rsidRPr="00F70B58">
        <w:rPr>
          <w:rFonts w:eastAsia="Calibri" w:cs="Times New Roman"/>
          <w:lang w:eastAsia="cs-CZ"/>
        </w:rPr>
        <w:t xml:space="preserve">ve formátu XML - datový předpis </w:t>
      </w:r>
      <w:r w:rsidRPr="00F70B58">
        <w:rPr>
          <w:rFonts w:eastAsia="Calibri" w:cs="Times New Roman"/>
          <w:b/>
          <w:lang w:eastAsia="cs-CZ"/>
        </w:rPr>
        <w:t>XDC</w:t>
      </w:r>
      <w:r w:rsidRPr="00F70B58">
        <w:rPr>
          <w:rFonts w:eastAsia="Calibri" w:cs="Times New Roman"/>
          <w:lang w:eastAsia="cs-CZ"/>
        </w:rPr>
        <w:t xml:space="preserve">. Dle čl. 12.2 Výzvy k podání nabídky však měl být tento formát XML uveřejněn jako datový předpis XC4. </w:t>
      </w:r>
      <w:r w:rsidR="0068170F" w:rsidRPr="00F70B58">
        <w:rPr>
          <w:rFonts w:eastAsia="Calibri" w:cs="Times New Roman"/>
          <w:lang w:eastAsia="cs-CZ"/>
        </w:rPr>
        <w:t>Z</w:t>
      </w:r>
      <w:r w:rsidRPr="00F70B58">
        <w:rPr>
          <w:rFonts w:eastAsia="Calibri" w:cs="Times New Roman"/>
          <w:lang w:eastAsia="cs-CZ"/>
        </w:rPr>
        <w:t>adavatel tuto chybu napravuje a v příloze připojuje správný formát</w:t>
      </w:r>
      <w:r w:rsidR="0068170F" w:rsidRPr="00F70B58">
        <w:rPr>
          <w:rFonts w:eastAsia="Calibri" w:cs="Times New Roman"/>
          <w:lang w:eastAsia="cs-CZ"/>
        </w:rPr>
        <w:t xml:space="preserve"> </w:t>
      </w:r>
      <w:r w:rsidR="0068170F" w:rsidRPr="00F70B58">
        <w:rPr>
          <w:rFonts w:eastAsia="Calibri" w:cs="Times New Roman"/>
          <w:b/>
          <w:lang w:eastAsia="cs-CZ"/>
        </w:rPr>
        <w:t>XC4</w:t>
      </w:r>
      <w:r w:rsidRPr="00F70B58">
        <w:rPr>
          <w:rFonts w:eastAsia="Calibri" w:cs="Times New Roman"/>
          <w:lang w:eastAsia="cs-CZ"/>
        </w:rPr>
        <w:t>.</w:t>
      </w:r>
    </w:p>
    <w:p w14:paraId="47298259" w14:textId="77777777" w:rsidR="00D32509" w:rsidRPr="00F70B58" w:rsidRDefault="00D32509" w:rsidP="00F22E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F708F7" w14:textId="77777777" w:rsidR="00F70B58" w:rsidRDefault="00F70B58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D55A5CA" w14:textId="77777777" w:rsidR="00F70B58" w:rsidRDefault="00F70B58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42EB7D" w14:textId="29153316" w:rsidR="00F22E82" w:rsidRPr="00F70B58" w:rsidRDefault="00F22E82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0B58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70B58">
        <w:rPr>
          <w:rFonts w:eastAsia="Times New Roman" w:cs="Times New Roman"/>
          <w:b/>
          <w:lang w:eastAsia="cs-CZ"/>
        </w:rPr>
        <w:t>změny/doplnění zadávací dokumentace</w:t>
      </w:r>
      <w:r w:rsidRPr="00F70B58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F70B58">
        <w:rPr>
          <w:rFonts w:eastAsia="Times New Roman" w:cs="Times New Roman"/>
          <w:lang w:eastAsia="cs-CZ"/>
        </w:rPr>
        <w:br/>
      </w:r>
      <w:r w:rsidR="002B1C31" w:rsidRPr="00F70B58">
        <w:rPr>
          <w:rFonts w:eastAsia="Times New Roman" w:cs="Times New Roman"/>
          <w:b/>
          <w:lang w:eastAsia="cs-CZ"/>
        </w:rPr>
        <w:t>25. 2. 2022 v 10:00 hod</w:t>
      </w:r>
      <w:r w:rsidR="002B1C31" w:rsidRPr="00F70B58">
        <w:rPr>
          <w:rFonts w:eastAsia="Times New Roman" w:cs="Times New Roman"/>
          <w:lang w:eastAsia="cs-CZ"/>
        </w:rPr>
        <w:t>.</w:t>
      </w:r>
      <w:r w:rsidRPr="00F70B58">
        <w:rPr>
          <w:rFonts w:eastAsia="Times New Roman" w:cs="Times New Roman"/>
          <w:lang w:eastAsia="cs-CZ"/>
        </w:rPr>
        <w:t xml:space="preserve"> na den </w:t>
      </w:r>
      <w:r w:rsidR="00903A3C" w:rsidRPr="00F70B58">
        <w:rPr>
          <w:rFonts w:eastAsia="Times New Roman" w:cs="Times New Roman"/>
          <w:b/>
          <w:lang w:eastAsia="cs-CZ"/>
        </w:rPr>
        <w:t>11</w:t>
      </w:r>
      <w:r w:rsidR="002B1C31" w:rsidRPr="00F70B58">
        <w:rPr>
          <w:rFonts w:eastAsia="Times New Roman" w:cs="Times New Roman"/>
          <w:b/>
          <w:lang w:eastAsia="cs-CZ"/>
        </w:rPr>
        <w:t>. 3. 2022 v 10:00 hod</w:t>
      </w:r>
      <w:r w:rsidR="002B007F" w:rsidRPr="00F70B58">
        <w:rPr>
          <w:rFonts w:eastAsia="Times New Roman" w:cs="Times New Roman"/>
          <w:lang w:eastAsia="cs-CZ"/>
        </w:rPr>
        <w:t>.</w:t>
      </w:r>
    </w:p>
    <w:p w14:paraId="25354DCB" w14:textId="77777777" w:rsidR="00F22E82" w:rsidRPr="00F70B58" w:rsidRDefault="00F22E82" w:rsidP="00F22E82">
      <w:pPr>
        <w:spacing w:after="0" w:line="240" w:lineRule="auto"/>
        <w:rPr>
          <w:rFonts w:eastAsia="Times New Roman" w:cs="Times New Roman"/>
          <w:lang w:eastAsia="cs-CZ"/>
        </w:rPr>
      </w:pPr>
    </w:p>
    <w:p w14:paraId="35663D51" w14:textId="77777777" w:rsidR="00F22E82" w:rsidRPr="00CB7B5A" w:rsidRDefault="00F22E82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0B58">
        <w:rPr>
          <w:rFonts w:eastAsia="Calibri" w:cs="Times New Roman"/>
          <w:lang w:eastAsia="cs-CZ"/>
        </w:rPr>
        <w:t>Vysvětlení/ změnu/ doplnění zadávací dokumentace</w:t>
      </w:r>
      <w:r w:rsidRPr="00F70B58">
        <w:rPr>
          <w:rFonts w:eastAsia="Times New Roman" w:cs="Times New Roman"/>
          <w:lang w:eastAsia="cs-CZ"/>
        </w:rPr>
        <w:t>, včetně příloh, zadavatel</w:t>
      </w:r>
      <w:r w:rsidRPr="00822339">
        <w:rPr>
          <w:rFonts w:eastAsia="Times New Roman" w:cs="Times New Roman"/>
          <w:lang w:eastAsia="cs-CZ"/>
        </w:rPr>
        <w:t xml:space="preserve"> uveřejní stejným způsobem, jakým uveřejnil výzvu k podání nabídek, tedy na profilu zadavatele: </w:t>
      </w:r>
      <w:hyperlink r:id="rId11" w:history="1">
        <w:r w:rsidRPr="00822339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Pr="00822339">
        <w:rPr>
          <w:rFonts w:eastAsia="Times New Roman" w:cs="Times New Roman"/>
          <w:lang w:eastAsia="cs-CZ"/>
        </w:rPr>
        <w:t xml:space="preserve">. Vysvětlení/ </w:t>
      </w:r>
      <w:r w:rsidRPr="00CB7B5A">
        <w:rPr>
          <w:rFonts w:eastAsia="Times New Roman" w:cs="Times New Roman"/>
          <w:lang w:eastAsia="cs-CZ"/>
        </w:rPr>
        <w:t>změna/ doplnění je považováno za doručené okamžikem uveřejnění.</w:t>
      </w:r>
    </w:p>
    <w:p w14:paraId="101F7D62" w14:textId="77777777" w:rsidR="00F22E82" w:rsidRPr="00CB7B5A" w:rsidRDefault="00F22E82" w:rsidP="00F22E82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92D7BC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BFFEC40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64C89A3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2A7A84D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41887DE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DDE226" w14:textId="16624C5F" w:rsidR="00F22E82" w:rsidRDefault="00F22E82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22339">
        <w:rPr>
          <w:rFonts w:eastAsia="Calibri" w:cs="Times New Roman"/>
          <w:b/>
          <w:bCs/>
          <w:lang w:eastAsia="cs-CZ"/>
        </w:rPr>
        <w:lastRenderedPageBreak/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1488DD7" w14:textId="361A8144" w:rsidR="00F22E82" w:rsidRDefault="00F22E82" w:rsidP="00F22E8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Opravený soupis prací, dodávek a služeb s výkazem výměr </w:t>
      </w:r>
    </w:p>
    <w:p w14:paraId="2319DA51" w14:textId="2ED8BE3B" w:rsidR="00F22E82" w:rsidRPr="00F22E82" w:rsidRDefault="00F22E82" w:rsidP="00F22E8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(ve formátu XLSX a ve formátu </w:t>
      </w:r>
      <w:r>
        <w:t xml:space="preserve">XML - </w:t>
      </w:r>
      <w:r w:rsidRPr="00F22E82">
        <w:t>datový předpis XC4)</w:t>
      </w:r>
    </w:p>
    <w:p w14:paraId="6FEF23CD" w14:textId="77777777" w:rsidR="00F22E82" w:rsidRPr="00CB7B5A" w:rsidRDefault="00F22E8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E6F0C4" w14:textId="77777777" w:rsidR="005F32EA" w:rsidRDefault="005F32EA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DD45C7" w14:textId="77777777" w:rsidR="005F32EA" w:rsidRDefault="005F32EA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3D5E84" w14:textId="744533B3" w:rsidR="00F22E82" w:rsidRPr="00CB7B5A" w:rsidRDefault="00F22E8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15FCF4A" w14:textId="4199CDB2" w:rsidR="00F22E82" w:rsidRDefault="00F22E8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74EA73" w14:textId="5749825E" w:rsidR="0068170F" w:rsidRDefault="0068170F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1B298A" w14:textId="521C6014" w:rsidR="00F70B58" w:rsidRDefault="00F70B58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9EB656" w14:textId="77777777" w:rsidR="00F70B58" w:rsidRDefault="00F70B58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9E2692" w14:textId="7174ECA5" w:rsidR="0068170F" w:rsidRDefault="0068170F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A77180" w14:textId="77777777" w:rsidR="004F2462" w:rsidRPr="00CB7B5A" w:rsidRDefault="004F246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9FFB7C" w14:textId="77777777" w:rsidR="00F22E82" w:rsidRPr="00CB7B5A" w:rsidRDefault="00F22E82" w:rsidP="00F22E82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B7FA754" w14:textId="77777777" w:rsidR="00F22E82" w:rsidRPr="00CB7B5A" w:rsidRDefault="00F22E82" w:rsidP="00F22E8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B431A4F" w14:textId="77777777" w:rsidR="00F22E82" w:rsidRPr="00CB7B5A" w:rsidRDefault="00F22E82" w:rsidP="00F22E8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855058A" w14:textId="77777777" w:rsidR="00F22E82" w:rsidRPr="00CB7B5A" w:rsidRDefault="00F22E82" w:rsidP="00F22E8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B7C4ABA" w14:textId="44899AE0" w:rsidR="00F22E82" w:rsidRPr="00BD5319" w:rsidRDefault="00F22E82" w:rsidP="00822339">
      <w:pPr>
        <w:spacing w:after="0" w:line="240" w:lineRule="auto"/>
        <w:ind w:firstLine="1"/>
        <w:rPr>
          <w:rFonts w:eastAsia="Calibri" w:cs="Times New Roman"/>
          <w:b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2D03AAC" w14:textId="77777777" w:rsidR="00F22E82" w:rsidRPr="00BD5319" w:rsidRDefault="00F22E82" w:rsidP="008C2C7B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F22E82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C3F9E" w14:textId="77777777" w:rsidR="00B76E10" w:rsidRDefault="00B76E10" w:rsidP="00962258">
      <w:pPr>
        <w:spacing w:after="0" w:line="240" w:lineRule="auto"/>
      </w:pPr>
      <w:r>
        <w:separator/>
      </w:r>
    </w:p>
  </w:endnote>
  <w:endnote w:type="continuationSeparator" w:id="0">
    <w:p w14:paraId="481BDB36" w14:textId="77777777" w:rsidR="00B76E10" w:rsidRDefault="00B76E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B8CD9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EEB597" w14:textId="2914C7A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C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C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B9446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815E5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0CD0F3" w14:textId="77777777" w:rsidR="00F1715C" w:rsidRDefault="00F1715C" w:rsidP="00D831A3">
          <w:pPr>
            <w:pStyle w:val="Zpat"/>
          </w:pPr>
        </w:p>
      </w:tc>
    </w:tr>
  </w:tbl>
  <w:p w14:paraId="71B43FD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ADCC41" wp14:editId="3081A1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F4E8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0DFA7F" wp14:editId="4B4FBF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E3D6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7F442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494DC4" w14:textId="6C759D0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C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C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3928C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0DD31B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C8AC11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5D7DF4B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442324D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34A3E8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24E824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8E8126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A1750B0" w14:textId="77777777" w:rsidR="00712ED1" w:rsidRDefault="00712ED1" w:rsidP="00331004">
          <w:pPr>
            <w:pStyle w:val="Zpat"/>
          </w:pPr>
        </w:p>
      </w:tc>
    </w:tr>
  </w:tbl>
  <w:p w14:paraId="4C6692A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FA123D8" wp14:editId="53E8D2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D737A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5F2EC42" wp14:editId="735E6A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74B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6155F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10EE4" w14:textId="77777777" w:rsidR="00B76E10" w:rsidRDefault="00B76E10" w:rsidP="00962258">
      <w:pPr>
        <w:spacing w:after="0" w:line="240" w:lineRule="auto"/>
      </w:pPr>
      <w:r>
        <w:separator/>
      </w:r>
    </w:p>
  </w:footnote>
  <w:footnote w:type="continuationSeparator" w:id="0">
    <w:p w14:paraId="6F5873D4" w14:textId="77777777" w:rsidR="00B76E10" w:rsidRDefault="00B76E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F5CBA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4BE8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2100B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24E86F" w14:textId="77777777" w:rsidR="00F1715C" w:rsidRPr="00D6163D" w:rsidRDefault="00F1715C" w:rsidP="00D6163D">
          <w:pPr>
            <w:pStyle w:val="Druhdokumentu"/>
          </w:pPr>
        </w:p>
      </w:tc>
    </w:tr>
  </w:tbl>
  <w:p w14:paraId="4D92C41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59723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4B8EB1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D7B9B30" wp14:editId="19FD5F0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8323F52" wp14:editId="2AB3E8B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4EB41F7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AE1BD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6E73B4" w14:textId="77777777" w:rsidR="00F1715C" w:rsidRPr="00D6163D" w:rsidRDefault="00F1715C" w:rsidP="00FC6389">
          <w:pPr>
            <w:pStyle w:val="Druhdokumentu"/>
          </w:pPr>
        </w:p>
      </w:tc>
    </w:tr>
    <w:tr w:rsidR="00F64786" w14:paraId="58EA96C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77FA02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0529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DD0A8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AA6CB5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2F433C3" wp14:editId="7D7293E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9CDF20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D3EF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6EF3850"/>
    <w:multiLevelType w:val="hybridMultilevel"/>
    <w:tmpl w:val="465EFB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70C"/>
    <w:rsid w:val="00046453"/>
    <w:rsid w:val="0006651C"/>
    <w:rsid w:val="00072C1E"/>
    <w:rsid w:val="000B3A82"/>
    <w:rsid w:val="000B6C7E"/>
    <w:rsid w:val="000B7907"/>
    <w:rsid w:val="000C0429"/>
    <w:rsid w:val="000C45E8"/>
    <w:rsid w:val="00114472"/>
    <w:rsid w:val="00114966"/>
    <w:rsid w:val="00154024"/>
    <w:rsid w:val="00170EC5"/>
    <w:rsid w:val="001747C1"/>
    <w:rsid w:val="0018596A"/>
    <w:rsid w:val="001B69C2"/>
    <w:rsid w:val="001C2B73"/>
    <w:rsid w:val="001C4DA0"/>
    <w:rsid w:val="001E3CC3"/>
    <w:rsid w:val="001F549D"/>
    <w:rsid w:val="00207DF5"/>
    <w:rsid w:val="00267369"/>
    <w:rsid w:val="0026785D"/>
    <w:rsid w:val="002B007F"/>
    <w:rsid w:val="002B1C31"/>
    <w:rsid w:val="002C0E77"/>
    <w:rsid w:val="002C31BF"/>
    <w:rsid w:val="002D6144"/>
    <w:rsid w:val="002E0CD7"/>
    <w:rsid w:val="002F026B"/>
    <w:rsid w:val="00324145"/>
    <w:rsid w:val="00357BC6"/>
    <w:rsid w:val="0037111D"/>
    <w:rsid w:val="003756B9"/>
    <w:rsid w:val="003956C6"/>
    <w:rsid w:val="003E6B9A"/>
    <w:rsid w:val="003E75CE"/>
    <w:rsid w:val="003F34A2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2462"/>
    <w:rsid w:val="004F4B9B"/>
    <w:rsid w:val="00501654"/>
    <w:rsid w:val="00511AB9"/>
    <w:rsid w:val="00523EA7"/>
    <w:rsid w:val="0053647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E06"/>
    <w:rsid w:val="005F32EA"/>
    <w:rsid w:val="006104F6"/>
    <w:rsid w:val="0061068E"/>
    <w:rsid w:val="00627CAC"/>
    <w:rsid w:val="00660AD3"/>
    <w:rsid w:val="0068170F"/>
    <w:rsid w:val="006A5570"/>
    <w:rsid w:val="006A689C"/>
    <w:rsid w:val="006B3D79"/>
    <w:rsid w:val="006E0578"/>
    <w:rsid w:val="006E314D"/>
    <w:rsid w:val="006E57AF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E0C"/>
    <w:rsid w:val="007E4A6E"/>
    <w:rsid w:val="007F56A7"/>
    <w:rsid w:val="00807DD0"/>
    <w:rsid w:val="00813F11"/>
    <w:rsid w:val="00822339"/>
    <w:rsid w:val="00891334"/>
    <w:rsid w:val="008A3568"/>
    <w:rsid w:val="008C2C7B"/>
    <w:rsid w:val="008D03B9"/>
    <w:rsid w:val="008F18D6"/>
    <w:rsid w:val="00903A3C"/>
    <w:rsid w:val="00904780"/>
    <w:rsid w:val="009113A8"/>
    <w:rsid w:val="00922385"/>
    <w:rsid w:val="009223DF"/>
    <w:rsid w:val="00926EE4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218E7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336B"/>
    <w:rsid w:val="00B45E9E"/>
    <w:rsid w:val="00B55F9C"/>
    <w:rsid w:val="00B75EE1"/>
    <w:rsid w:val="00B76E10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4E80"/>
    <w:rsid w:val="00CB7B5A"/>
    <w:rsid w:val="00CC1E2B"/>
    <w:rsid w:val="00CD1FC4"/>
    <w:rsid w:val="00CE371D"/>
    <w:rsid w:val="00D02A4D"/>
    <w:rsid w:val="00D21061"/>
    <w:rsid w:val="00D316A7"/>
    <w:rsid w:val="00D32509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249F"/>
    <w:rsid w:val="00E824F1"/>
    <w:rsid w:val="00EB104F"/>
    <w:rsid w:val="00EC41DD"/>
    <w:rsid w:val="00ED14BD"/>
    <w:rsid w:val="00F01440"/>
    <w:rsid w:val="00F10CE3"/>
    <w:rsid w:val="00F12DEC"/>
    <w:rsid w:val="00F1715C"/>
    <w:rsid w:val="00F22E82"/>
    <w:rsid w:val="00F310F8"/>
    <w:rsid w:val="00F35939"/>
    <w:rsid w:val="00F45607"/>
    <w:rsid w:val="00F51B95"/>
    <w:rsid w:val="00F64786"/>
    <w:rsid w:val="00F659EB"/>
    <w:rsid w:val="00F70B58"/>
    <w:rsid w:val="00F804A7"/>
    <w:rsid w:val="00F862D6"/>
    <w:rsid w:val="00F86BA6"/>
    <w:rsid w:val="00FC6389"/>
    <w:rsid w:val="00FD2F51"/>
    <w:rsid w:val="00FD736B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87B70"/>
  <w14:defaultImageDpi w14:val="32767"/>
  <w15:docId w15:val="{D355DC47-3AC5-47A7-8752-79A30448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BBE15C-3F45-454A-9337-2FF6A44CE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92</TotalTime>
  <Pages>4</Pages>
  <Words>1265</Words>
  <Characters>7468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28</cp:revision>
  <cp:lastPrinted>2019-02-22T13:28:00Z</cp:lastPrinted>
  <dcterms:created xsi:type="dcterms:W3CDTF">2022-02-15T09:24:00Z</dcterms:created>
  <dcterms:modified xsi:type="dcterms:W3CDTF">2022-02-18T07:48:00Z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